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BEA" w:rsidRDefault="00045BEA" w:rsidP="002C13B2">
      <w:pPr>
        <w:jc w:val="center"/>
        <w:rPr>
          <w:b/>
          <w:u w:val="single"/>
        </w:rPr>
      </w:pPr>
      <w:r>
        <w:rPr>
          <w:b/>
          <w:noProof/>
          <w:u w:val="single"/>
          <w:lang w:val="en-US"/>
        </w:rPr>
        <w:drawing>
          <wp:anchor distT="0" distB="0" distL="114300" distR="114300" simplePos="0" relativeHeight="251658240" behindDoc="1" locked="0" layoutInCell="1" allowOverlap="1" wp14:anchorId="69B5379B" wp14:editId="68232360">
            <wp:simplePos x="0" y="0"/>
            <wp:positionH relativeFrom="column">
              <wp:posOffset>552450</wp:posOffset>
            </wp:positionH>
            <wp:positionV relativeFrom="paragraph">
              <wp:posOffset>-658495</wp:posOffset>
            </wp:positionV>
            <wp:extent cx="4762500" cy="1399540"/>
            <wp:effectExtent l="0" t="0" r="0" b="0"/>
            <wp:wrapThrough wrapText="bothSides">
              <wp:wrapPolygon edited="0">
                <wp:start x="0" y="0"/>
                <wp:lineTo x="0" y="21169"/>
                <wp:lineTo x="21514" y="21169"/>
                <wp:lineTo x="2151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nior_achievement_logo(web colors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399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5BEA" w:rsidRPr="00045BEA" w:rsidRDefault="00045BEA" w:rsidP="002C13B2">
      <w:pPr>
        <w:jc w:val="center"/>
        <w:rPr>
          <w:rFonts w:ascii="Goudy Stout" w:hAnsi="Goudy Stout"/>
          <w:b/>
          <w:u w:val="single"/>
        </w:rPr>
      </w:pPr>
    </w:p>
    <w:p w:rsidR="00BF2B3F" w:rsidRPr="00045BEA" w:rsidRDefault="00045BEA" w:rsidP="002C13B2">
      <w:pPr>
        <w:jc w:val="center"/>
        <w:rPr>
          <w:rFonts w:ascii="Goudy Stout" w:hAnsi="Goudy Stout"/>
          <w:b/>
          <w:u w:val="single"/>
        </w:rPr>
      </w:pPr>
      <w:r w:rsidRPr="00045BEA">
        <w:rPr>
          <w:rFonts w:ascii="Goudy Stout" w:hAnsi="Goudy Stout"/>
          <w:b/>
          <w:u w:val="single"/>
        </w:rPr>
        <w:t xml:space="preserve"> portfolio</w:t>
      </w:r>
    </w:p>
    <w:p w:rsidR="00A44603" w:rsidRDefault="00A4460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A44603" w:rsidTr="00A44603">
        <w:tc>
          <w:tcPr>
            <w:tcW w:w="3192" w:type="dxa"/>
          </w:tcPr>
          <w:p w:rsidR="00A44603" w:rsidRDefault="00A44603">
            <w:r>
              <w:t>ITEM</w:t>
            </w:r>
          </w:p>
        </w:tc>
        <w:tc>
          <w:tcPr>
            <w:tcW w:w="3192" w:type="dxa"/>
          </w:tcPr>
          <w:p w:rsidR="00A44603" w:rsidRDefault="00A44603">
            <w:r>
              <w:t>COMMENTS</w:t>
            </w:r>
          </w:p>
        </w:tc>
        <w:tc>
          <w:tcPr>
            <w:tcW w:w="3192" w:type="dxa"/>
          </w:tcPr>
          <w:p w:rsidR="00A44603" w:rsidRDefault="00A44603">
            <w:r>
              <w:t>MARK</w:t>
            </w:r>
          </w:p>
        </w:tc>
      </w:tr>
      <w:tr w:rsidR="0062072D" w:rsidTr="00A44603">
        <w:tc>
          <w:tcPr>
            <w:tcW w:w="3192" w:type="dxa"/>
          </w:tcPr>
          <w:p w:rsidR="0062072D" w:rsidRDefault="0062072D" w:rsidP="00A44603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COVER PAGE</w:t>
            </w:r>
          </w:p>
        </w:tc>
        <w:tc>
          <w:tcPr>
            <w:tcW w:w="3192" w:type="dxa"/>
          </w:tcPr>
          <w:p w:rsidR="0062072D" w:rsidRDefault="0062072D" w:rsidP="0062072D">
            <w:r>
              <w:t>--YOUR NAME (1)</w:t>
            </w:r>
          </w:p>
          <w:p w:rsidR="0062072D" w:rsidRDefault="0062072D" w:rsidP="0062072D">
            <w:r>
              <w:t>--COURSE NAME (1)</w:t>
            </w:r>
          </w:p>
          <w:p w:rsidR="0062072D" w:rsidRDefault="0062072D" w:rsidP="0062072D">
            <w:r>
              <w:t>--MY NAME (1)</w:t>
            </w:r>
          </w:p>
          <w:p w:rsidR="0062072D" w:rsidRDefault="0062072D" w:rsidP="0062072D">
            <w:r>
              <w:t>--NAME OF YOUR BUSINESS (1)</w:t>
            </w:r>
          </w:p>
          <w:p w:rsidR="0062072D" w:rsidRDefault="0062072D" w:rsidP="0062072D">
            <w:r>
              <w:t>--PORTFOLIO (1)</w:t>
            </w:r>
          </w:p>
          <w:p w:rsidR="0062072D" w:rsidRDefault="0062072D" w:rsidP="0062072D">
            <w:r>
              <w:t>--IMAGE REPRESENTING YOUR BUSINESS (1)</w:t>
            </w:r>
          </w:p>
          <w:p w:rsidR="0062072D" w:rsidRDefault="0062072D" w:rsidP="0062072D"/>
        </w:tc>
        <w:tc>
          <w:tcPr>
            <w:tcW w:w="3192" w:type="dxa"/>
          </w:tcPr>
          <w:p w:rsidR="0062072D" w:rsidRDefault="0062072D" w:rsidP="00A44603">
            <w:r>
              <w:t>6 marks</w:t>
            </w:r>
          </w:p>
        </w:tc>
      </w:tr>
      <w:tr w:rsidR="00A44603" w:rsidTr="00A44603">
        <w:tc>
          <w:tcPr>
            <w:tcW w:w="3192" w:type="dxa"/>
          </w:tcPr>
          <w:p w:rsidR="00A44603" w:rsidRPr="00A44603" w:rsidRDefault="00A44603" w:rsidP="00A44603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JUNIOR ACHIEVEMENT</w:t>
            </w:r>
          </w:p>
        </w:tc>
        <w:tc>
          <w:tcPr>
            <w:tcW w:w="3192" w:type="dxa"/>
          </w:tcPr>
          <w:p w:rsidR="00A44603" w:rsidRDefault="00A44603">
            <w:r>
              <w:t>--Describe what Junior Achievement is in your own words (minimum 4 sentences)</w:t>
            </w:r>
          </w:p>
          <w:p w:rsidR="00A44603" w:rsidRDefault="00A44603">
            <w:r>
              <w:t>(8 )</w:t>
            </w:r>
          </w:p>
          <w:p w:rsidR="00A44603" w:rsidRDefault="00A44603"/>
          <w:p w:rsidR="00A44603" w:rsidRDefault="00A44603">
            <w:r>
              <w:t>--What is the mission statement for JA (3)</w:t>
            </w:r>
            <w:r w:rsidR="00045BEA">
              <w:t xml:space="preserve"> ..you can just copy it from the handbook…but provide a reference where it came from</w:t>
            </w:r>
          </w:p>
          <w:p w:rsidR="00D533F5" w:rsidRDefault="00D533F5"/>
          <w:p w:rsidR="00D533F5" w:rsidRDefault="00D533F5">
            <w:r>
              <w:t>--Create your own mission statement for JA (5)</w:t>
            </w:r>
            <w:r w:rsidR="00045BEA">
              <w:t>..use your own words.</w:t>
            </w:r>
          </w:p>
          <w:p w:rsidR="00A44603" w:rsidRDefault="00A44603"/>
          <w:p w:rsidR="00A44603" w:rsidRDefault="00A44603">
            <w:r>
              <w:t>--Insert the logo for JA in this section (2 )</w:t>
            </w:r>
          </w:p>
          <w:p w:rsidR="00A44603" w:rsidRDefault="00A44603"/>
          <w:p w:rsidR="00A44603" w:rsidRDefault="00A44603">
            <w:r>
              <w:t>--Identify the other businesses in your class – name and one line description (2 )</w:t>
            </w:r>
          </w:p>
          <w:p w:rsidR="0062072D" w:rsidRDefault="0062072D"/>
        </w:tc>
        <w:tc>
          <w:tcPr>
            <w:tcW w:w="3192" w:type="dxa"/>
          </w:tcPr>
          <w:p w:rsidR="00A44603" w:rsidRDefault="00D533F5" w:rsidP="00A44603">
            <w:r>
              <w:t>20</w:t>
            </w:r>
            <w:r w:rsidR="00A44603">
              <w:t xml:space="preserve"> marks</w:t>
            </w:r>
          </w:p>
        </w:tc>
      </w:tr>
      <w:tr w:rsidR="00A44603" w:rsidTr="00A44603">
        <w:tc>
          <w:tcPr>
            <w:tcW w:w="3192" w:type="dxa"/>
          </w:tcPr>
          <w:p w:rsidR="00A44603" w:rsidRPr="00A44603" w:rsidRDefault="00A44603" w:rsidP="00A44603">
            <w:pPr>
              <w:numPr>
                <w:ilvl w:val="0"/>
                <w:numId w:val="2"/>
              </w:numPr>
              <w:rPr>
                <w:b/>
              </w:rPr>
            </w:pPr>
            <w:r w:rsidRPr="00A44603">
              <w:rPr>
                <w:b/>
              </w:rPr>
              <w:t>INTRODUCTORY INFORMATION</w:t>
            </w:r>
          </w:p>
        </w:tc>
        <w:tc>
          <w:tcPr>
            <w:tcW w:w="3192" w:type="dxa"/>
          </w:tcPr>
          <w:p w:rsidR="00A44603" w:rsidRDefault="0062072D">
            <w:r>
              <w:t>--DESCRIBE THE BUSINESS (5</w:t>
            </w:r>
            <w:r w:rsidR="00A44603">
              <w:t>)</w:t>
            </w:r>
          </w:p>
          <w:p w:rsidR="00A44603" w:rsidRDefault="00A44603">
            <w:r>
              <w:t xml:space="preserve"> </w:t>
            </w:r>
          </w:p>
          <w:p w:rsidR="00A44603" w:rsidRDefault="00A44603">
            <w:r>
              <w:t>--LOGO AND EXPLANATION</w:t>
            </w:r>
            <w:r w:rsidR="0062072D">
              <w:t xml:space="preserve">  </w:t>
            </w:r>
            <w:r>
              <w:t>(3)</w:t>
            </w:r>
          </w:p>
          <w:p w:rsidR="00A44603" w:rsidRDefault="00A44603"/>
          <w:p w:rsidR="00A44603" w:rsidRDefault="0062072D">
            <w:r>
              <w:t>--MISSION STATEMENT &amp;</w:t>
            </w:r>
            <w:bookmarkStart w:id="0" w:name="_GoBack"/>
            <w:bookmarkEnd w:id="0"/>
            <w:r>
              <w:t xml:space="preserve"> VALUES </w:t>
            </w:r>
            <w:r w:rsidR="00A44603">
              <w:t xml:space="preserve">FOR BUSINESS &amp; EXPLAINED </w:t>
            </w:r>
          </w:p>
          <w:p w:rsidR="00A44603" w:rsidRDefault="0062072D">
            <w:r>
              <w:t>(7</w:t>
            </w:r>
            <w:r w:rsidR="00A44603">
              <w:t>)</w:t>
            </w:r>
          </w:p>
        </w:tc>
        <w:tc>
          <w:tcPr>
            <w:tcW w:w="3192" w:type="dxa"/>
          </w:tcPr>
          <w:p w:rsidR="00A44603" w:rsidRDefault="0062072D" w:rsidP="00A44603">
            <w:r>
              <w:t>15</w:t>
            </w:r>
            <w:r w:rsidR="00A44603">
              <w:t xml:space="preserve"> MARKS</w:t>
            </w:r>
          </w:p>
        </w:tc>
      </w:tr>
      <w:tr w:rsidR="00A44603" w:rsidTr="00A44603">
        <w:tc>
          <w:tcPr>
            <w:tcW w:w="3192" w:type="dxa"/>
          </w:tcPr>
          <w:p w:rsidR="00A44603" w:rsidRPr="00A44603" w:rsidRDefault="00A44603" w:rsidP="00A44603">
            <w:pPr>
              <w:numPr>
                <w:ilvl w:val="0"/>
                <w:numId w:val="2"/>
              </w:numPr>
              <w:rPr>
                <w:b/>
              </w:rPr>
            </w:pPr>
            <w:r w:rsidRPr="00A44603">
              <w:rPr>
                <w:b/>
              </w:rPr>
              <w:lastRenderedPageBreak/>
              <w:t>DESCRIBE YOUR ROLE</w:t>
            </w:r>
          </w:p>
          <w:p w:rsidR="00A44603" w:rsidRDefault="00A44603" w:rsidP="00A44603">
            <w:pPr>
              <w:ind w:left="720"/>
            </w:pPr>
            <w:r w:rsidRPr="00A44603">
              <w:rPr>
                <w:b/>
              </w:rPr>
              <w:t>INCLUDE THE CHART</w:t>
            </w:r>
          </w:p>
        </w:tc>
        <w:tc>
          <w:tcPr>
            <w:tcW w:w="3192" w:type="dxa"/>
          </w:tcPr>
          <w:p w:rsidR="00A44603" w:rsidRDefault="00A44603">
            <w:r>
              <w:t>--COPY ROLE DESCRIPTION FROM HANDBOOK AND ADD TO IT AS NEEDED (5)</w:t>
            </w:r>
          </w:p>
          <w:p w:rsidR="00A44603" w:rsidRDefault="00A44603"/>
          <w:p w:rsidR="009131D1" w:rsidRDefault="00A44603">
            <w:r>
              <w:t>--RECORD EXPLANATION OF EVERYT</w:t>
            </w:r>
            <w:r w:rsidR="009131D1">
              <w:t xml:space="preserve">HING YOU HAVE DONE FOR THIS POSITION. </w:t>
            </w:r>
            <w:r w:rsidR="00D533F5">
              <w:t xml:space="preserve"> </w:t>
            </w:r>
          </w:p>
          <w:p w:rsidR="009131D1" w:rsidRDefault="009131D1"/>
          <w:p w:rsidR="00A44603" w:rsidRDefault="00D533F5">
            <w:r>
              <w:t>KEY IN A DIFFERENT FONT</w:t>
            </w:r>
            <w:r w:rsidR="009131D1">
              <w:t>--</w:t>
            </w:r>
            <w:r>
              <w:t xml:space="preserve"> UNDER EACH ITEM ABOVE</w:t>
            </w:r>
            <w:r w:rsidR="009131D1">
              <w:t>--</w:t>
            </w:r>
            <w:r>
              <w:t xml:space="preserve"> WHAT YOU D</w:t>
            </w:r>
            <w:r w:rsidR="009131D1">
              <w:t>ID TO ACCOMPLISH EACH RESPONSIBILITY</w:t>
            </w:r>
            <w:r>
              <w:t xml:space="preserve"> </w:t>
            </w:r>
            <w:r w:rsidR="00A44603">
              <w:t>…PROVIDE PICTURES, EXPLANATIONS, DOCUMENTS, ETC.)</w:t>
            </w:r>
          </w:p>
          <w:p w:rsidR="009131D1" w:rsidRDefault="009131D1"/>
          <w:p w:rsidR="009131D1" w:rsidRDefault="009131D1">
            <w:r>
              <w:t>REFER TO DOCUMENTS YOU CREATED….ALL OF THESE WILL BE INCLUDED IN AN APPENDIX AT THE END OF YOUR PORTFOLIO</w:t>
            </w:r>
          </w:p>
          <w:p w:rsidR="00A44603" w:rsidRDefault="00A44603"/>
          <w:p w:rsidR="00045BEA" w:rsidRDefault="00045BEA">
            <w:r>
              <w:t>It is a good idea to create this as  a chart..so it is easy to add information to.</w:t>
            </w:r>
          </w:p>
          <w:p w:rsidR="009131D1" w:rsidRDefault="009131D1"/>
          <w:p w:rsidR="009131D1" w:rsidRDefault="009131D1">
            <w:r>
              <w:t>YOU SHOULD HAVE AT LEAST 10 PIECES OF EVIDENCE AND EXPLANATIONS  (4 X 10 = 40 MARKS)</w:t>
            </w:r>
          </w:p>
          <w:p w:rsidR="009131D1" w:rsidRDefault="009131D1"/>
          <w:p w:rsidR="009131D1" w:rsidRDefault="009131D1"/>
          <w:p w:rsidR="00A44603" w:rsidRDefault="00A44603"/>
        </w:tc>
        <w:tc>
          <w:tcPr>
            <w:tcW w:w="3192" w:type="dxa"/>
          </w:tcPr>
          <w:p w:rsidR="00A44603" w:rsidRDefault="009131D1">
            <w:r>
              <w:t>45</w:t>
            </w:r>
            <w:r w:rsidR="00A44603">
              <w:t xml:space="preserve"> MARKS</w:t>
            </w:r>
          </w:p>
        </w:tc>
      </w:tr>
    </w:tbl>
    <w:p w:rsidR="009E6EAD" w:rsidRDefault="009E6EAD"/>
    <w:p w:rsidR="009E6EAD" w:rsidRDefault="009E6EAD">
      <w:r>
        <w:br w:type="page"/>
      </w:r>
    </w:p>
    <w:p w:rsidR="009E6EAD" w:rsidRPr="00573E42" w:rsidRDefault="009E6EAD" w:rsidP="009E6EAD">
      <w:pPr>
        <w:rPr>
          <w:b/>
          <w:sz w:val="32"/>
          <w:u w:val="single"/>
        </w:rPr>
      </w:pPr>
      <w:r w:rsidRPr="00573E42">
        <w:rPr>
          <w:b/>
          <w:sz w:val="32"/>
          <w:u w:val="single"/>
        </w:rPr>
        <w:lastRenderedPageBreak/>
        <w:t>PORTFOLIO PART B</w:t>
      </w:r>
    </w:p>
    <w:p w:rsidR="009E6EAD" w:rsidRDefault="009E6EAD" w:rsidP="009E6EAD">
      <w: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E6EAD" w:rsidTr="009E6EAD">
        <w:tc>
          <w:tcPr>
            <w:tcW w:w="3192" w:type="dxa"/>
          </w:tcPr>
          <w:p w:rsidR="009E6EAD" w:rsidRDefault="009E6EAD" w:rsidP="009E6EAD">
            <w:r>
              <w:t>ITEM</w:t>
            </w:r>
          </w:p>
        </w:tc>
        <w:tc>
          <w:tcPr>
            <w:tcW w:w="3192" w:type="dxa"/>
          </w:tcPr>
          <w:p w:rsidR="009E6EAD" w:rsidRDefault="009E6EAD" w:rsidP="009E6EAD">
            <w:r>
              <w:t>COMMENTS</w:t>
            </w:r>
          </w:p>
        </w:tc>
        <w:tc>
          <w:tcPr>
            <w:tcW w:w="3192" w:type="dxa"/>
          </w:tcPr>
          <w:p w:rsidR="009E6EAD" w:rsidRDefault="009E6EAD" w:rsidP="009E6EAD">
            <w:r>
              <w:t>MARK</w:t>
            </w:r>
          </w:p>
        </w:tc>
      </w:tr>
      <w:tr w:rsidR="009E6EAD" w:rsidTr="009E6EAD">
        <w:tc>
          <w:tcPr>
            <w:tcW w:w="3192" w:type="dxa"/>
          </w:tcPr>
          <w:p w:rsidR="009E6EAD" w:rsidRDefault="009E6EAD" w:rsidP="009E6EAD">
            <w:r>
              <w:t>D.BUSINESS NORMS</w:t>
            </w:r>
          </w:p>
        </w:tc>
        <w:tc>
          <w:tcPr>
            <w:tcW w:w="3192" w:type="dxa"/>
          </w:tcPr>
          <w:p w:rsidR="009E6EAD" w:rsidRDefault="009E6EAD" w:rsidP="009E6EAD">
            <w:r>
              <w:t>Identify and explain the norms that your business felt were important.  Identify the norm that your business felt was the most important.</w:t>
            </w:r>
          </w:p>
          <w:p w:rsidR="009E6EAD" w:rsidRDefault="009E6EAD" w:rsidP="009E6EAD"/>
          <w:p w:rsidR="009E6EAD" w:rsidRDefault="009E6EAD" w:rsidP="009E6EAD">
            <w:r>
              <w:t>DESCRIBE ANY OCCURRENCES WHERE YOUR NORMS HAD TO COME IN TO PLAY.</w:t>
            </w:r>
          </w:p>
          <w:p w:rsidR="009E6EAD" w:rsidRDefault="009E6EAD" w:rsidP="009E6EAD"/>
          <w:p w:rsidR="009E6EAD" w:rsidRDefault="009E6EAD" w:rsidP="009E6EAD"/>
          <w:p w:rsidR="009E6EAD" w:rsidRDefault="009E6EAD" w:rsidP="009E6EAD"/>
        </w:tc>
        <w:tc>
          <w:tcPr>
            <w:tcW w:w="3192" w:type="dxa"/>
          </w:tcPr>
          <w:p w:rsidR="009E6EAD" w:rsidRDefault="009E6EAD" w:rsidP="009E6EAD">
            <w:r>
              <w:t>5 MARKS</w:t>
            </w:r>
          </w:p>
        </w:tc>
      </w:tr>
      <w:tr w:rsidR="009E6EAD" w:rsidTr="009E6EAD">
        <w:tc>
          <w:tcPr>
            <w:tcW w:w="3192" w:type="dxa"/>
          </w:tcPr>
          <w:p w:rsidR="009E6EAD" w:rsidRDefault="009E6EAD" w:rsidP="009E6EAD">
            <w:r>
              <w:t>E.HAVING AN ENTREPRENEURIAL SPIRIT</w:t>
            </w:r>
          </w:p>
        </w:tc>
        <w:tc>
          <w:tcPr>
            <w:tcW w:w="3192" w:type="dxa"/>
          </w:tcPr>
          <w:p w:rsidR="009E6EAD" w:rsidRPr="00FD1689" w:rsidRDefault="009E6EAD" w:rsidP="009E6EAD">
            <w:r>
              <w:t>You had filled out page 9 and 10 at the beginning of the semester, take a picture or photocopy and insert your answers.</w:t>
            </w:r>
          </w:p>
          <w:p w:rsidR="009E6EAD" w:rsidRDefault="009E6EAD" w:rsidP="009E6EAD"/>
        </w:tc>
        <w:tc>
          <w:tcPr>
            <w:tcW w:w="3192" w:type="dxa"/>
          </w:tcPr>
          <w:p w:rsidR="009E6EAD" w:rsidRDefault="009E6EAD" w:rsidP="009E6EAD">
            <w:r>
              <w:t>5 MARKS</w:t>
            </w:r>
          </w:p>
        </w:tc>
      </w:tr>
      <w:tr w:rsidR="009E6EAD" w:rsidTr="009E6EAD">
        <w:tc>
          <w:tcPr>
            <w:tcW w:w="3192" w:type="dxa"/>
          </w:tcPr>
          <w:p w:rsidR="009E6EAD" w:rsidRDefault="00C14379" w:rsidP="009E6EAD">
            <w:r>
              <w:t>F</w:t>
            </w:r>
            <w:r w:rsidR="009E6EAD">
              <w:t xml:space="preserve">. </w:t>
            </w:r>
            <w:r>
              <w:t>HIGHLIGHTS OF THE JA PROGRAM</w:t>
            </w:r>
          </w:p>
        </w:tc>
        <w:tc>
          <w:tcPr>
            <w:tcW w:w="3192" w:type="dxa"/>
          </w:tcPr>
          <w:p w:rsidR="009E6EAD" w:rsidRDefault="00C14379" w:rsidP="009E6EAD">
            <w:r>
              <w:t>BELOW</w:t>
            </w:r>
          </w:p>
        </w:tc>
        <w:tc>
          <w:tcPr>
            <w:tcW w:w="3192" w:type="dxa"/>
          </w:tcPr>
          <w:p w:rsidR="009E6EAD" w:rsidRDefault="00C14379" w:rsidP="009E6EAD">
            <w:r>
              <w:t>15 MARKS</w:t>
            </w:r>
          </w:p>
        </w:tc>
      </w:tr>
    </w:tbl>
    <w:p w:rsidR="009E6EAD" w:rsidRDefault="009E6EAD" w:rsidP="009E6EAD">
      <w:r>
        <w:rPr>
          <w:b/>
          <w:u w:val="single"/>
        </w:rPr>
        <w:t xml:space="preserve"> </w:t>
      </w:r>
    </w:p>
    <w:p w:rsidR="009E6EAD" w:rsidRDefault="009E6EAD" w:rsidP="009E6EAD">
      <w:r w:rsidRPr="00FD1689">
        <w:rPr>
          <w:b/>
          <w:u w:val="single"/>
        </w:rPr>
        <w:t>a) Getting Inspired</w:t>
      </w:r>
      <w:r>
        <w:t xml:space="preserve">  (Pages 6 – 17)  The following topics were discussed…pick one of the following and expand on…as a highlight that you found interesting or enjoyable. (5 marks)</w:t>
      </w:r>
      <w:r w:rsidR="00C14379">
        <w:t xml:space="preserve"> Provide pictures as well if you can.</w:t>
      </w:r>
    </w:p>
    <w:p w:rsidR="009E6EAD" w:rsidRDefault="009E6EAD" w:rsidP="009E6EAD">
      <w:r>
        <w:tab/>
        <w:t>--Innovation</w:t>
      </w:r>
    </w:p>
    <w:p w:rsidR="009E6EAD" w:rsidRDefault="009E6EAD" w:rsidP="009E6EAD">
      <w:r>
        <w:tab/>
        <w:t>--Entrepreneurial characteristics</w:t>
      </w:r>
    </w:p>
    <w:p w:rsidR="009E6EAD" w:rsidRDefault="009E6EAD" w:rsidP="009E6EAD">
      <w:r>
        <w:tab/>
        <w:t xml:space="preserve">--entrepreneurial seal assessment </w:t>
      </w:r>
    </w:p>
    <w:p w:rsidR="009E6EAD" w:rsidRDefault="009E6EAD" w:rsidP="009E6EAD">
      <w:r>
        <w:tab/>
        <w:t>--team building</w:t>
      </w:r>
    </w:p>
    <w:p w:rsidR="009E6EAD" w:rsidRDefault="009E6EAD" w:rsidP="009E6EAD">
      <w:r>
        <w:tab/>
        <w:t>-individual strengths and weaknesses</w:t>
      </w:r>
    </w:p>
    <w:p w:rsidR="00C14379" w:rsidRDefault="009E6EAD" w:rsidP="00C14379">
      <w:r w:rsidRPr="00FD1689">
        <w:rPr>
          <w:b/>
          <w:u w:val="single"/>
        </w:rPr>
        <w:t>b) Identifying the Business Venture</w:t>
      </w:r>
      <w:r>
        <w:t xml:space="preserve"> (pages 22 – 43) (5 marks)…pick one of the following and expand on…as a highlight that you found interesting or enjoyable.</w:t>
      </w:r>
      <w:r w:rsidR="00C14379">
        <w:t xml:space="preserve"> Provide pictures as well if you can.</w:t>
      </w:r>
    </w:p>
    <w:p w:rsidR="009E6EAD" w:rsidRDefault="009E6EAD" w:rsidP="009E6EAD">
      <w:r>
        <w:tab/>
        <w:t>----ideas into opportunity (brainstorming, assessing ideas)</w:t>
      </w:r>
    </w:p>
    <w:p w:rsidR="009E6EAD" w:rsidRDefault="009E6EAD" w:rsidP="009E6EAD">
      <w:r>
        <w:tab/>
        <w:t>--requirements and set share prices</w:t>
      </w:r>
    </w:p>
    <w:p w:rsidR="009E6EAD" w:rsidRDefault="009E6EAD" w:rsidP="009E6EAD">
      <w:r>
        <w:tab/>
        <w:t>--choosing a company name, logo and slogan</w:t>
      </w:r>
    </w:p>
    <w:p w:rsidR="009E6EAD" w:rsidRDefault="009E6EAD" w:rsidP="009E6EAD">
      <w:r>
        <w:lastRenderedPageBreak/>
        <w:tab/>
        <w:t>--create a business mission statement</w:t>
      </w:r>
    </w:p>
    <w:p w:rsidR="009E6EAD" w:rsidRDefault="009E6EAD" w:rsidP="009E6EAD">
      <w:r>
        <w:tab/>
        <w:t>-building seed capital</w:t>
      </w:r>
    </w:p>
    <w:p w:rsidR="00C14379" w:rsidRDefault="009E6EAD" w:rsidP="00C14379">
      <w:r w:rsidRPr="00FD1689">
        <w:rPr>
          <w:b/>
          <w:u w:val="single"/>
        </w:rPr>
        <w:t>c) Building the Organization</w:t>
      </w:r>
      <w:r>
        <w:t xml:space="preserve">  (p. 45 – 68) (5 marks)…pick one of the following and….</w:t>
      </w:r>
      <w:r w:rsidR="00C14379" w:rsidRPr="00C14379">
        <w:t xml:space="preserve"> </w:t>
      </w:r>
      <w:r w:rsidR="00C14379">
        <w:t>Provide pictures as well if you can.</w:t>
      </w:r>
    </w:p>
    <w:p w:rsidR="009E6EAD" w:rsidRDefault="009E6EAD" w:rsidP="009E6EAD"/>
    <w:p w:rsidR="009E6EAD" w:rsidRDefault="009E6EAD" w:rsidP="009E6EAD">
      <w:r>
        <w:tab/>
        <w:t>--define leadership and management roles and responsibilities</w:t>
      </w:r>
    </w:p>
    <w:p w:rsidR="009E6EAD" w:rsidRDefault="009E6EAD" w:rsidP="009E6EAD">
      <w:r>
        <w:tab/>
        <w:t>--create business plan</w:t>
      </w:r>
    </w:p>
    <w:p w:rsidR="009E6EAD" w:rsidRDefault="009E6EAD" w:rsidP="009E6EAD">
      <w:r>
        <w:tab/>
        <w:t>--producing</w:t>
      </w:r>
    </w:p>
    <w:p w:rsidR="009E6EAD" w:rsidRDefault="009E6EAD" w:rsidP="009E6EAD">
      <w:r>
        <w:tab/>
        <w:t>--selling</w:t>
      </w:r>
    </w:p>
    <w:p w:rsidR="009E6EAD" w:rsidRDefault="009E6EAD" w:rsidP="009E6EAD">
      <w:r>
        <w:tab/>
        <w:t>--managing money</w:t>
      </w:r>
    </w:p>
    <w:p w:rsidR="009E6EAD" w:rsidRDefault="009E6EAD" w:rsidP="009E6EAD">
      <w:r>
        <w:tab/>
        <w:t>--staying motivated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14379" w:rsidTr="00C14379">
        <w:tc>
          <w:tcPr>
            <w:tcW w:w="3192" w:type="dxa"/>
          </w:tcPr>
          <w:p w:rsidR="00C14379" w:rsidRDefault="00C14379" w:rsidP="009E6EAD">
            <w:r>
              <w:t>ITEM</w:t>
            </w:r>
          </w:p>
        </w:tc>
        <w:tc>
          <w:tcPr>
            <w:tcW w:w="3192" w:type="dxa"/>
          </w:tcPr>
          <w:p w:rsidR="00C14379" w:rsidRDefault="00C14379" w:rsidP="009E6EAD">
            <w:r>
              <w:t>COMMENTS</w:t>
            </w:r>
          </w:p>
        </w:tc>
        <w:tc>
          <w:tcPr>
            <w:tcW w:w="3192" w:type="dxa"/>
          </w:tcPr>
          <w:p w:rsidR="00C14379" w:rsidRDefault="00C14379" w:rsidP="009E6EAD">
            <w:r>
              <w:t>MARKS</w:t>
            </w:r>
          </w:p>
        </w:tc>
      </w:tr>
      <w:tr w:rsidR="00C14379" w:rsidTr="00C14379">
        <w:tc>
          <w:tcPr>
            <w:tcW w:w="3192" w:type="dxa"/>
          </w:tcPr>
          <w:p w:rsidR="00C14379" w:rsidRDefault="008473AF" w:rsidP="009E6EAD">
            <w:r>
              <w:t>G. BUSINESS ETHICS IS EVERYONES’ BUSINESS</w:t>
            </w:r>
          </w:p>
        </w:tc>
        <w:tc>
          <w:tcPr>
            <w:tcW w:w="3192" w:type="dxa"/>
          </w:tcPr>
          <w:p w:rsidR="00C14379" w:rsidRDefault="009131D1" w:rsidP="009E6EAD">
            <w:r>
              <w:t>COMPLETE CHART THAT IS PROVIDED ON PAGE 72…USING EXAMPLES…THEY DO NOT HAVE TO BE FROM YOUR BUSINESS</w:t>
            </w:r>
          </w:p>
        </w:tc>
        <w:tc>
          <w:tcPr>
            <w:tcW w:w="3192" w:type="dxa"/>
          </w:tcPr>
          <w:p w:rsidR="00C14379" w:rsidRDefault="009131D1" w:rsidP="009E6EAD">
            <w:r>
              <w:t>6 MARKS</w:t>
            </w:r>
          </w:p>
        </w:tc>
      </w:tr>
      <w:tr w:rsidR="00C14379" w:rsidTr="00C14379">
        <w:tc>
          <w:tcPr>
            <w:tcW w:w="3192" w:type="dxa"/>
          </w:tcPr>
          <w:p w:rsidR="00C14379" w:rsidRDefault="009131D1" w:rsidP="009E6EAD">
            <w:r>
              <w:t>H. STRATEGIES FOR ACHIEVING GOALS</w:t>
            </w:r>
          </w:p>
        </w:tc>
        <w:tc>
          <w:tcPr>
            <w:tcW w:w="3192" w:type="dxa"/>
          </w:tcPr>
          <w:p w:rsidR="00C14379" w:rsidRDefault="009131D1" w:rsidP="009E6EAD">
            <w:r>
              <w:t>P. 78 EXPLAIN THE TRIANGLE</w:t>
            </w:r>
          </w:p>
          <w:p w:rsidR="009131D1" w:rsidRDefault="009131D1" w:rsidP="009E6EAD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F7A6FB6" wp14:editId="771C8503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137795</wp:posOffset>
                      </wp:positionV>
                      <wp:extent cx="1143000" cy="1190625"/>
                      <wp:effectExtent l="0" t="0" r="19050" b="28575"/>
                      <wp:wrapNone/>
                      <wp:docPr id="5" name="Isosceles Tri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1190625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BAE27F9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5" o:spid="_x0000_s1026" type="#_x0000_t5" style="position:absolute;margin-left:21.9pt;margin-top:10.85pt;width:90pt;height:93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" fillcolor="#4f81bd" strokecolor="#385d8a" strokeweight="2pt"/>
                  </w:pict>
                </mc:Fallback>
              </mc:AlternateContent>
            </w:r>
          </w:p>
          <w:p w:rsidR="009131D1" w:rsidRDefault="009131D1" w:rsidP="009E6EAD"/>
          <w:p w:rsidR="009131D1" w:rsidRDefault="009131D1" w:rsidP="009E6EAD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C27B383" wp14:editId="3A1E5FF6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92075</wp:posOffset>
                      </wp:positionV>
                      <wp:extent cx="504825" cy="295275"/>
                      <wp:effectExtent l="0" t="0" r="28575" b="28575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73AF" w:rsidRDefault="008473AF" w:rsidP="009E6EAD">
                                  <w:r>
                                    <w:t>TIME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27B3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8.9pt;margin-top:7.25pt;width:39.75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">
                      <v:textbox>
                        <w:txbxContent>
                          <w:p w:rsidR="008473AF" w:rsidRDefault="008473AF" w:rsidP="009E6EAD">
                            <w:r>
                              <w:t>TIME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A544320" wp14:editId="4D9FE589">
                      <wp:simplePos x="0" y="0"/>
                      <wp:positionH relativeFrom="column">
                        <wp:posOffset>859155</wp:posOffset>
                      </wp:positionH>
                      <wp:positionV relativeFrom="paragraph">
                        <wp:posOffset>101600</wp:posOffset>
                      </wp:positionV>
                      <wp:extent cx="742950" cy="295275"/>
                      <wp:effectExtent l="0" t="0" r="19050" b="2857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73AF" w:rsidRDefault="008473AF" w:rsidP="009E6EAD">
                                  <w:r>
                                    <w:t>BUDGET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544320" id="Text Box 3" o:spid="_x0000_s1027" type="#_x0000_t202" style="position:absolute;margin-left:67.65pt;margin-top:8pt;width:58.5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">
                      <v:textbox>
                        <w:txbxContent>
                          <w:p w:rsidR="008473AF" w:rsidRDefault="008473AF" w:rsidP="009E6EAD">
                            <w:r>
                              <w:t>BUDGET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131D1" w:rsidRDefault="009131D1" w:rsidP="009E6EAD"/>
          <w:p w:rsidR="009131D1" w:rsidRDefault="009131D1" w:rsidP="009E6EAD"/>
          <w:p w:rsidR="009131D1" w:rsidRDefault="009131D1" w:rsidP="009E6EAD"/>
          <w:p w:rsidR="009131D1" w:rsidRDefault="009131D1" w:rsidP="009E6EAD"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A359A7B" wp14:editId="45740EC4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68580</wp:posOffset>
                      </wp:positionV>
                      <wp:extent cx="742950" cy="295275"/>
                      <wp:effectExtent l="0" t="0" r="19050" b="28575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29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473AF" w:rsidRDefault="008473AF" w:rsidP="009E6EAD">
                                  <w:r>
                                    <w:t>QUALITY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359A7B" id="_x0000_s1028" type="#_x0000_t202" style="position:absolute;margin-left:36.15pt;margin-top:5.4pt;width:58.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">
                      <v:textbox>
                        <w:txbxContent>
                          <w:p w:rsidR="008473AF" w:rsidRDefault="008473AF" w:rsidP="009E6EAD">
                            <w:r>
                              <w:t>QUALITY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131D1" w:rsidRDefault="009131D1" w:rsidP="009E6EAD"/>
          <w:p w:rsidR="009131D1" w:rsidRDefault="009131D1" w:rsidP="009E6EAD"/>
          <w:p w:rsidR="009131D1" w:rsidRDefault="009131D1" w:rsidP="009E6EAD"/>
        </w:tc>
        <w:tc>
          <w:tcPr>
            <w:tcW w:w="3192" w:type="dxa"/>
          </w:tcPr>
          <w:p w:rsidR="00C14379" w:rsidRDefault="009131D1" w:rsidP="009E6EAD">
            <w:r>
              <w:t>6 MARKS</w:t>
            </w:r>
          </w:p>
        </w:tc>
      </w:tr>
      <w:tr w:rsidR="009131D1" w:rsidTr="00C14379">
        <w:tc>
          <w:tcPr>
            <w:tcW w:w="3192" w:type="dxa"/>
          </w:tcPr>
          <w:p w:rsidR="009131D1" w:rsidRDefault="009131D1" w:rsidP="009E6EAD">
            <w:r>
              <w:t>I.</w:t>
            </w:r>
            <w:r>
              <w:rPr>
                <w:b/>
              </w:rPr>
              <w:t xml:space="preserve"> </w:t>
            </w:r>
            <w:r w:rsidRPr="00D06805">
              <w:rPr>
                <w:b/>
              </w:rPr>
              <w:t>CHECKLIST FOR ACHIEVING QUALITY AND MEETING COMPANY GOALS</w:t>
            </w:r>
          </w:p>
        </w:tc>
        <w:tc>
          <w:tcPr>
            <w:tcW w:w="3192" w:type="dxa"/>
          </w:tcPr>
          <w:p w:rsidR="009131D1" w:rsidRDefault="009131D1" w:rsidP="009131D1">
            <w:pPr>
              <w:ind w:left="720"/>
            </w:pPr>
            <w:r>
              <w:t xml:space="preserve">KEY IN THE LIST (page 78 – 79), WITH ONE PHRASE TO EXPLAIN (MIN) AND ONE PHRASE TO RELATE TO YOUR JA BUSINESS .  </w:t>
            </w:r>
          </w:p>
          <w:p w:rsidR="009131D1" w:rsidRDefault="009131D1" w:rsidP="009131D1">
            <w:pPr>
              <w:ind w:left="720"/>
            </w:pPr>
            <w:r>
              <w:t xml:space="preserve">1-10 </w:t>
            </w:r>
          </w:p>
          <w:p w:rsidR="009131D1" w:rsidRDefault="009131D1" w:rsidP="009E6EAD"/>
          <w:p w:rsidR="009131D1" w:rsidRDefault="009131D1" w:rsidP="009E6EAD"/>
          <w:p w:rsidR="009131D1" w:rsidRDefault="009131D1" w:rsidP="009E6EAD"/>
          <w:p w:rsidR="009131D1" w:rsidRDefault="009131D1" w:rsidP="009E6EAD"/>
          <w:p w:rsidR="009131D1" w:rsidRDefault="009131D1" w:rsidP="009E6EAD"/>
        </w:tc>
        <w:tc>
          <w:tcPr>
            <w:tcW w:w="3192" w:type="dxa"/>
          </w:tcPr>
          <w:p w:rsidR="009131D1" w:rsidRDefault="009131D1" w:rsidP="009E6EAD">
            <w:r>
              <w:t>20 MARKS</w:t>
            </w:r>
          </w:p>
        </w:tc>
      </w:tr>
      <w:tr w:rsidR="009131D1" w:rsidTr="00C14379">
        <w:tc>
          <w:tcPr>
            <w:tcW w:w="3192" w:type="dxa"/>
          </w:tcPr>
          <w:p w:rsidR="009131D1" w:rsidRDefault="009131D1" w:rsidP="009E6EAD">
            <w:r>
              <w:lastRenderedPageBreak/>
              <w:t>J.REFLECTION</w:t>
            </w:r>
          </w:p>
          <w:p w:rsidR="009131D1" w:rsidRDefault="009131D1" w:rsidP="009E6EAD">
            <w:r>
              <w:rPr>
                <w:b/>
              </w:rPr>
              <w:t xml:space="preserve"> </w:t>
            </w:r>
          </w:p>
        </w:tc>
        <w:tc>
          <w:tcPr>
            <w:tcW w:w="3192" w:type="dxa"/>
          </w:tcPr>
          <w:p w:rsidR="009131D1" w:rsidRDefault="009131D1" w:rsidP="009131D1">
            <w:pPr>
              <w:ind w:left="720"/>
            </w:pPr>
            <w:r w:rsidRPr="00D06805">
              <w:rPr>
                <w:b/>
              </w:rPr>
              <w:t>IF YOU WERE DESCRIBING YOUR JA COMPANY TO A FRIEND, WHAT WOULD YOU SAY?</w:t>
            </w:r>
          </w:p>
        </w:tc>
        <w:tc>
          <w:tcPr>
            <w:tcW w:w="3192" w:type="dxa"/>
          </w:tcPr>
          <w:p w:rsidR="009131D1" w:rsidRDefault="009131D1" w:rsidP="009E6EAD">
            <w:r>
              <w:t>10 MARKS</w:t>
            </w:r>
          </w:p>
        </w:tc>
      </w:tr>
      <w:tr w:rsidR="009131D1" w:rsidTr="00C14379">
        <w:tc>
          <w:tcPr>
            <w:tcW w:w="3192" w:type="dxa"/>
          </w:tcPr>
          <w:p w:rsidR="009131D1" w:rsidRDefault="009131D1" w:rsidP="009E6EAD">
            <w:r>
              <w:t>K.REFLECTION</w:t>
            </w:r>
          </w:p>
        </w:tc>
        <w:tc>
          <w:tcPr>
            <w:tcW w:w="3192" w:type="dxa"/>
          </w:tcPr>
          <w:p w:rsidR="009131D1" w:rsidRPr="00D06805" w:rsidRDefault="009131D1" w:rsidP="009131D1">
            <w:pPr>
              <w:ind w:left="720"/>
              <w:rPr>
                <w:b/>
              </w:rPr>
            </w:pPr>
            <w:r w:rsidRPr="00D06805">
              <w:rPr>
                <w:b/>
              </w:rPr>
              <w:t>IF YOUR TEACHER COULD ADD IMPROVEMENTS TO THE JA EXPERIENCE, WHAT ARE</w:t>
            </w:r>
            <w:r>
              <w:rPr>
                <w:b/>
              </w:rPr>
              <w:t xml:space="preserve"> THREE THINGS YOU WOULD SUGGEST</w:t>
            </w:r>
          </w:p>
        </w:tc>
        <w:tc>
          <w:tcPr>
            <w:tcW w:w="3192" w:type="dxa"/>
          </w:tcPr>
          <w:p w:rsidR="009131D1" w:rsidRDefault="009131D1" w:rsidP="009E6EAD">
            <w:r>
              <w:t>10 MARKS</w:t>
            </w:r>
          </w:p>
        </w:tc>
      </w:tr>
      <w:tr w:rsidR="009131D1" w:rsidTr="00C14379">
        <w:tc>
          <w:tcPr>
            <w:tcW w:w="3192" w:type="dxa"/>
          </w:tcPr>
          <w:p w:rsidR="009131D1" w:rsidRDefault="009131D1" w:rsidP="009E6EAD">
            <w:r>
              <w:t>L.REFLECTION</w:t>
            </w:r>
          </w:p>
        </w:tc>
        <w:tc>
          <w:tcPr>
            <w:tcW w:w="3192" w:type="dxa"/>
          </w:tcPr>
          <w:p w:rsidR="009131D1" w:rsidRPr="00D06805" w:rsidRDefault="009131D1" w:rsidP="009131D1">
            <w:pPr>
              <w:ind w:left="720"/>
              <w:rPr>
                <w:b/>
              </w:rPr>
            </w:pPr>
            <w:r w:rsidRPr="00D06805">
              <w:rPr>
                <w:b/>
              </w:rPr>
              <w:t>WHAT WERE THE IMPORTANT THINGS YOU LEARNED ABOUT YOURSELF</w:t>
            </w:r>
            <w:r>
              <w:t>? (copy this title to a new page)(SKILLS, ABILITIES, INTERESTS, MOTIVATION, ET.C) DURING THE OPERATIONS PHASE OF YOUR COMPANY.</w:t>
            </w:r>
          </w:p>
        </w:tc>
        <w:tc>
          <w:tcPr>
            <w:tcW w:w="3192" w:type="dxa"/>
          </w:tcPr>
          <w:p w:rsidR="009131D1" w:rsidRDefault="009131D1" w:rsidP="009E6EAD">
            <w:r>
              <w:t>10 MARKS</w:t>
            </w:r>
          </w:p>
        </w:tc>
      </w:tr>
      <w:tr w:rsidR="009131D1" w:rsidTr="00C14379">
        <w:tc>
          <w:tcPr>
            <w:tcW w:w="3192" w:type="dxa"/>
          </w:tcPr>
          <w:p w:rsidR="009131D1" w:rsidRDefault="009131D1" w:rsidP="009E6EAD">
            <w:r>
              <w:t>PORTFOLIO REQUIREMENTS</w:t>
            </w:r>
          </w:p>
        </w:tc>
        <w:tc>
          <w:tcPr>
            <w:tcW w:w="3192" w:type="dxa"/>
          </w:tcPr>
          <w:p w:rsidR="009131D1" w:rsidRPr="00D06805" w:rsidRDefault="009131D1" w:rsidP="009131D1">
            <w:pPr>
              <w:ind w:left="720"/>
              <w:rPr>
                <w:b/>
              </w:rPr>
            </w:pPr>
            <w:r>
              <w:rPr>
                <w:b/>
              </w:rPr>
              <w:t>EACH HEADING ON A SEPARATE PAGE</w:t>
            </w:r>
          </w:p>
        </w:tc>
        <w:tc>
          <w:tcPr>
            <w:tcW w:w="3192" w:type="dxa"/>
          </w:tcPr>
          <w:p w:rsidR="009131D1" w:rsidRDefault="009131D1" w:rsidP="009E6EAD">
            <w:r>
              <w:t>3 MARKS</w:t>
            </w:r>
          </w:p>
        </w:tc>
      </w:tr>
      <w:tr w:rsidR="009131D1" w:rsidTr="00C14379">
        <w:tc>
          <w:tcPr>
            <w:tcW w:w="3192" w:type="dxa"/>
          </w:tcPr>
          <w:p w:rsidR="009131D1" w:rsidRDefault="009131D1" w:rsidP="009E6EAD"/>
        </w:tc>
        <w:tc>
          <w:tcPr>
            <w:tcW w:w="3192" w:type="dxa"/>
          </w:tcPr>
          <w:p w:rsidR="009131D1" w:rsidRDefault="009131D1" w:rsidP="009131D1">
            <w:pPr>
              <w:ind w:left="720"/>
              <w:rPr>
                <w:b/>
              </w:rPr>
            </w:pPr>
            <w:r>
              <w:rPr>
                <w:b/>
              </w:rPr>
              <w:t>PROFESSIONAL LAYOUT</w:t>
            </w:r>
          </w:p>
        </w:tc>
        <w:tc>
          <w:tcPr>
            <w:tcW w:w="3192" w:type="dxa"/>
          </w:tcPr>
          <w:p w:rsidR="009131D1" w:rsidRDefault="009131D1" w:rsidP="009E6EAD">
            <w:r>
              <w:t>5 MARKS</w:t>
            </w:r>
          </w:p>
        </w:tc>
      </w:tr>
      <w:tr w:rsidR="00A45ABE" w:rsidTr="00C14379">
        <w:tc>
          <w:tcPr>
            <w:tcW w:w="3192" w:type="dxa"/>
          </w:tcPr>
          <w:p w:rsidR="00A45ABE" w:rsidRDefault="00A45ABE" w:rsidP="009E6EAD">
            <w:r>
              <w:t>FINAL SHAREHOLDERS’ REPORT</w:t>
            </w:r>
          </w:p>
        </w:tc>
        <w:tc>
          <w:tcPr>
            <w:tcW w:w="3192" w:type="dxa"/>
          </w:tcPr>
          <w:p w:rsidR="00A45ABE" w:rsidRDefault="00A45ABE" w:rsidP="009131D1">
            <w:pPr>
              <w:ind w:left="720"/>
              <w:rPr>
                <w:b/>
              </w:rPr>
            </w:pPr>
            <w:r>
              <w:rPr>
                <w:b/>
              </w:rPr>
              <w:t>PLEASE INSERT</w:t>
            </w:r>
          </w:p>
        </w:tc>
        <w:tc>
          <w:tcPr>
            <w:tcW w:w="3192" w:type="dxa"/>
          </w:tcPr>
          <w:p w:rsidR="00A45ABE" w:rsidRDefault="00A45ABE" w:rsidP="009131D1">
            <w:r>
              <w:t>5 MARKS</w:t>
            </w:r>
          </w:p>
        </w:tc>
      </w:tr>
      <w:tr w:rsidR="00A45ABE" w:rsidTr="00C14379">
        <w:tc>
          <w:tcPr>
            <w:tcW w:w="3192" w:type="dxa"/>
          </w:tcPr>
          <w:p w:rsidR="00A45ABE" w:rsidRDefault="00A45ABE" w:rsidP="009E6EAD">
            <w:r>
              <w:t>BUSINESS PLAN</w:t>
            </w:r>
          </w:p>
        </w:tc>
        <w:tc>
          <w:tcPr>
            <w:tcW w:w="3192" w:type="dxa"/>
          </w:tcPr>
          <w:p w:rsidR="00A45ABE" w:rsidRDefault="00A45ABE" w:rsidP="00A45ABE">
            <w:pPr>
              <w:ind w:left="720"/>
              <w:rPr>
                <w:b/>
              </w:rPr>
            </w:pPr>
            <w:r>
              <w:rPr>
                <w:b/>
              </w:rPr>
              <w:t xml:space="preserve">PLEASE INSERT THE FULL BUSINESS PLAN </w:t>
            </w:r>
          </w:p>
          <w:p w:rsidR="00A45ABE" w:rsidRDefault="00A45ABE" w:rsidP="00A45ABE">
            <w:pPr>
              <w:ind w:left="720"/>
              <w:rPr>
                <w:b/>
              </w:rPr>
            </w:pPr>
          </w:p>
          <w:p w:rsidR="00A45ABE" w:rsidRDefault="00A45ABE" w:rsidP="00A45ABE">
            <w:pPr>
              <w:ind w:left="720"/>
              <w:rPr>
                <w:b/>
              </w:rPr>
            </w:pPr>
            <w:r>
              <w:rPr>
                <w:b/>
              </w:rPr>
              <w:t>INDICATE YOUR SECTION THAT YOU COMPLETED AND YOU WILL BE ASSESSED ON THAT SECTION</w:t>
            </w:r>
          </w:p>
        </w:tc>
        <w:tc>
          <w:tcPr>
            <w:tcW w:w="3192" w:type="dxa"/>
          </w:tcPr>
          <w:p w:rsidR="00A45ABE" w:rsidRDefault="00A45ABE" w:rsidP="009131D1">
            <w:r>
              <w:t>5 MARKS</w:t>
            </w:r>
          </w:p>
          <w:p w:rsidR="00A45ABE" w:rsidRDefault="00A45ABE" w:rsidP="009131D1"/>
          <w:p w:rsidR="00A45ABE" w:rsidRDefault="00A45ABE" w:rsidP="009131D1"/>
          <w:p w:rsidR="00A45ABE" w:rsidRDefault="00A45ABE" w:rsidP="009131D1">
            <w:r>
              <w:t>10 MARKS</w:t>
            </w:r>
          </w:p>
        </w:tc>
      </w:tr>
      <w:tr w:rsidR="009131D1" w:rsidTr="00C14379">
        <w:tc>
          <w:tcPr>
            <w:tcW w:w="3192" w:type="dxa"/>
          </w:tcPr>
          <w:p w:rsidR="009131D1" w:rsidRDefault="009131D1" w:rsidP="009E6EAD">
            <w:r>
              <w:t>TOTAL</w:t>
            </w:r>
          </w:p>
        </w:tc>
        <w:tc>
          <w:tcPr>
            <w:tcW w:w="3192" w:type="dxa"/>
          </w:tcPr>
          <w:p w:rsidR="009131D1" w:rsidRDefault="009131D1" w:rsidP="009131D1">
            <w:pPr>
              <w:ind w:left="720"/>
              <w:rPr>
                <w:b/>
              </w:rPr>
            </w:pPr>
          </w:p>
        </w:tc>
        <w:tc>
          <w:tcPr>
            <w:tcW w:w="3192" w:type="dxa"/>
          </w:tcPr>
          <w:p w:rsidR="009131D1" w:rsidRDefault="00A45ABE" w:rsidP="009131D1">
            <w:r>
              <w:t xml:space="preserve">200 </w:t>
            </w:r>
            <w:r w:rsidR="009131D1">
              <w:t>MARKS</w:t>
            </w:r>
          </w:p>
        </w:tc>
      </w:tr>
    </w:tbl>
    <w:p w:rsidR="009E6EAD" w:rsidRDefault="009E6EAD" w:rsidP="009E6EAD"/>
    <w:p w:rsidR="009E6EAD" w:rsidRDefault="009E6EAD" w:rsidP="009E6EAD">
      <w:pPr>
        <w:ind w:left="720"/>
      </w:pPr>
    </w:p>
    <w:sectPr w:rsidR="009E6E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oudy Stout">
    <w:altName w:val="Helvetica Neue Black Condensed"/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AA2C93"/>
    <w:multiLevelType w:val="hybridMultilevel"/>
    <w:tmpl w:val="D5F0D4D6"/>
    <w:lvl w:ilvl="0" w:tplc="1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95CA7"/>
    <w:multiLevelType w:val="hybridMultilevel"/>
    <w:tmpl w:val="50227792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03"/>
    <w:rsid w:val="00045BEA"/>
    <w:rsid w:val="002C13B2"/>
    <w:rsid w:val="0062072D"/>
    <w:rsid w:val="008473AF"/>
    <w:rsid w:val="009131D1"/>
    <w:rsid w:val="009D3E59"/>
    <w:rsid w:val="009E6EAD"/>
    <w:rsid w:val="00A44603"/>
    <w:rsid w:val="00A45ABE"/>
    <w:rsid w:val="00B94C7E"/>
    <w:rsid w:val="00BF2B3F"/>
    <w:rsid w:val="00C14379"/>
    <w:rsid w:val="00D5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A476A00-FF86-4EB5-BE83-24BBEA03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4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1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3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E89BB454.dotm</Template>
  <TotalTime>7</TotalTime>
  <Pages>5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GSSD</Company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GSSD</dc:creator>
  <cp:lastModifiedBy>Amy Mcfarlen</cp:lastModifiedBy>
  <cp:revision>3</cp:revision>
  <cp:lastPrinted>2014-10-20T21:29:00Z</cp:lastPrinted>
  <dcterms:created xsi:type="dcterms:W3CDTF">2015-01-02T21:41:00Z</dcterms:created>
  <dcterms:modified xsi:type="dcterms:W3CDTF">2015-11-20T16:02:00Z</dcterms:modified>
</cp:coreProperties>
</file>